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93CC8A" w14:textId="77777777" w:rsidR="00574AD4" w:rsidRPr="00591704" w:rsidRDefault="00574AD4" w:rsidP="00E70BD4">
      <w:pPr>
        <w:jc w:val="both"/>
        <w:rPr>
          <w:sz w:val="24"/>
          <w:szCs w:val="24"/>
        </w:rPr>
      </w:pPr>
    </w:p>
    <w:p w14:paraId="79C49E1E" w14:textId="2508C560" w:rsidR="00E70BD4" w:rsidRPr="00591704" w:rsidRDefault="00E70BD4" w:rsidP="00E70BD4">
      <w:pPr>
        <w:tabs>
          <w:tab w:val="left" w:pos="6804"/>
        </w:tabs>
        <w:jc w:val="both"/>
        <w:rPr>
          <w:sz w:val="24"/>
          <w:szCs w:val="24"/>
        </w:rPr>
      </w:pPr>
    </w:p>
    <w:p w14:paraId="06F2D751" w14:textId="0DBB3070" w:rsidR="00E70BD4" w:rsidRPr="00591704" w:rsidRDefault="00905730" w:rsidP="00591704">
      <w:pPr>
        <w:tabs>
          <w:tab w:val="right" w:pos="9072"/>
        </w:tabs>
        <w:jc w:val="both"/>
        <w:rPr>
          <w:sz w:val="24"/>
          <w:szCs w:val="24"/>
        </w:rPr>
      </w:pPr>
      <w:r w:rsidRPr="00591704">
        <w:rPr>
          <w:sz w:val="24"/>
          <w:szCs w:val="24"/>
        </w:rPr>
        <w:t>Vastavalt nimekirjale</w:t>
      </w:r>
      <w:r w:rsidR="00E70BD4" w:rsidRPr="00591704">
        <w:rPr>
          <w:sz w:val="24"/>
          <w:szCs w:val="24"/>
        </w:rPr>
        <w:t xml:space="preserve"> </w:t>
      </w:r>
      <w:r w:rsidR="00E70BD4" w:rsidRPr="00591704">
        <w:rPr>
          <w:sz w:val="24"/>
          <w:szCs w:val="24"/>
        </w:rPr>
        <w:tab/>
      </w:r>
      <w:r w:rsidR="00E8093D">
        <w:rPr>
          <w:sz w:val="24"/>
          <w:szCs w:val="24"/>
        </w:rPr>
        <w:t>5</w:t>
      </w:r>
      <w:r w:rsidRPr="00591704">
        <w:rPr>
          <w:sz w:val="24"/>
          <w:szCs w:val="24"/>
        </w:rPr>
        <w:t>.</w:t>
      </w:r>
      <w:r w:rsidR="00F87764">
        <w:rPr>
          <w:sz w:val="24"/>
          <w:szCs w:val="24"/>
        </w:rPr>
        <w:t xml:space="preserve"> </w:t>
      </w:r>
      <w:r w:rsidR="00E8093D">
        <w:rPr>
          <w:sz w:val="24"/>
          <w:szCs w:val="24"/>
        </w:rPr>
        <w:t>detsember</w:t>
      </w:r>
      <w:r w:rsidR="00591704" w:rsidRPr="00591704">
        <w:rPr>
          <w:sz w:val="24"/>
          <w:szCs w:val="24"/>
        </w:rPr>
        <w:t xml:space="preserve"> </w:t>
      </w:r>
      <w:r w:rsidRPr="00591704">
        <w:rPr>
          <w:sz w:val="24"/>
          <w:szCs w:val="24"/>
        </w:rPr>
        <w:t>2025</w:t>
      </w:r>
      <w:r w:rsidR="00E70BD4" w:rsidRPr="00591704">
        <w:rPr>
          <w:sz w:val="24"/>
          <w:szCs w:val="24"/>
        </w:rPr>
        <w:t xml:space="preserve"> nr</w:t>
      </w:r>
      <w:r w:rsidR="00591704" w:rsidRPr="00591704">
        <w:rPr>
          <w:sz w:val="24"/>
          <w:szCs w:val="24"/>
        </w:rPr>
        <w:t xml:space="preserve"> 6-2/</w:t>
      </w:r>
      <w:r w:rsidR="00E8093D">
        <w:rPr>
          <w:sz w:val="24"/>
          <w:szCs w:val="24"/>
        </w:rPr>
        <w:t>54</w:t>
      </w:r>
      <w:r w:rsidR="00591704" w:rsidRPr="00591704">
        <w:rPr>
          <w:sz w:val="24"/>
          <w:szCs w:val="24"/>
        </w:rPr>
        <w:t>-</w:t>
      </w:r>
      <w:r w:rsidR="00980DB0">
        <w:rPr>
          <w:sz w:val="24"/>
          <w:szCs w:val="24"/>
        </w:rPr>
        <w:t>1</w:t>
      </w:r>
      <w:r w:rsidR="00F87764">
        <w:rPr>
          <w:sz w:val="24"/>
          <w:szCs w:val="24"/>
        </w:rPr>
        <w:t>5</w:t>
      </w:r>
    </w:p>
    <w:p w14:paraId="2D3AFFFD" w14:textId="77777777" w:rsidR="00E70BD4" w:rsidRPr="00591704" w:rsidRDefault="00E70BD4" w:rsidP="00E70BD4">
      <w:pPr>
        <w:jc w:val="both"/>
        <w:rPr>
          <w:sz w:val="24"/>
          <w:szCs w:val="24"/>
        </w:rPr>
      </w:pPr>
    </w:p>
    <w:p w14:paraId="66C0533B" w14:textId="77777777" w:rsidR="00FA75F8" w:rsidRPr="00591704" w:rsidRDefault="00FA75F8" w:rsidP="00E70BD4">
      <w:pPr>
        <w:jc w:val="both"/>
        <w:rPr>
          <w:sz w:val="24"/>
          <w:szCs w:val="24"/>
        </w:rPr>
      </w:pPr>
    </w:p>
    <w:p w14:paraId="7B45E6A8" w14:textId="1672560E" w:rsidR="006058DE" w:rsidRPr="00591704" w:rsidRDefault="00E8093D" w:rsidP="00E70BD4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Kuusiku tee 11 d</w:t>
      </w:r>
      <w:r w:rsidR="00905730" w:rsidRPr="00591704">
        <w:rPr>
          <w:b/>
          <w:sz w:val="24"/>
          <w:szCs w:val="24"/>
        </w:rPr>
        <w:t xml:space="preserve">etailplaneeringu esitamine </w:t>
      </w:r>
    </w:p>
    <w:p w14:paraId="43AEAE45" w14:textId="4CACCF37" w:rsidR="00905730" w:rsidRPr="00591704" w:rsidRDefault="00905730" w:rsidP="00E70BD4">
      <w:pPr>
        <w:jc w:val="both"/>
        <w:rPr>
          <w:b/>
          <w:sz w:val="24"/>
          <w:szCs w:val="24"/>
        </w:rPr>
      </w:pPr>
      <w:r w:rsidRPr="00591704">
        <w:rPr>
          <w:b/>
          <w:sz w:val="24"/>
          <w:szCs w:val="24"/>
        </w:rPr>
        <w:t>kooskõlastamiseks</w:t>
      </w:r>
      <w:r w:rsidR="00F87764">
        <w:rPr>
          <w:b/>
          <w:sz w:val="24"/>
          <w:szCs w:val="24"/>
        </w:rPr>
        <w:t xml:space="preserve"> ja arvamuse andmiseks</w:t>
      </w:r>
    </w:p>
    <w:p w14:paraId="1F6074FF" w14:textId="77777777" w:rsidR="00EC0FC1" w:rsidRDefault="00EC0FC1" w:rsidP="00E70BD4">
      <w:pPr>
        <w:jc w:val="both"/>
        <w:rPr>
          <w:sz w:val="24"/>
          <w:szCs w:val="24"/>
        </w:rPr>
      </w:pPr>
    </w:p>
    <w:p w14:paraId="0B838C97" w14:textId="77777777" w:rsidR="00E8093D" w:rsidRPr="00E8093D" w:rsidRDefault="00E8093D" w:rsidP="00E70BD4">
      <w:pPr>
        <w:jc w:val="both"/>
        <w:rPr>
          <w:sz w:val="24"/>
          <w:szCs w:val="24"/>
        </w:rPr>
      </w:pPr>
    </w:p>
    <w:p w14:paraId="691F9E6E" w14:textId="540969EE" w:rsidR="00E8093D" w:rsidRPr="00E8093D" w:rsidRDefault="00E8093D" w:rsidP="00591704">
      <w:pPr>
        <w:jc w:val="both"/>
        <w:rPr>
          <w:sz w:val="24"/>
          <w:szCs w:val="24"/>
        </w:rPr>
      </w:pPr>
      <w:hyperlink r:id="rId8" w:history="1">
        <w:r w:rsidRPr="00E8093D">
          <w:rPr>
            <w:rStyle w:val="Hperlink"/>
            <w:sz w:val="24"/>
            <w:szCs w:val="24"/>
          </w:rPr>
          <w:t>Rapla Vallavolikogu 25.</w:t>
        </w:r>
        <w:r w:rsidRPr="00E8093D">
          <w:rPr>
            <w:rStyle w:val="Hperlink"/>
            <w:sz w:val="24"/>
            <w:szCs w:val="24"/>
          </w:rPr>
          <w:t xml:space="preserve"> aprilli </w:t>
        </w:r>
        <w:r w:rsidRPr="00E8093D">
          <w:rPr>
            <w:rStyle w:val="Hperlink"/>
            <w:sz w:val="24"/>
            <w:szCs w:val="24"/>
          </w:rPr>
          <w:t>2024 otsusega nr 33</w:t>
        </w:r>
      </w:hyperlink>
      <w:r w:rsidRPr="00E8093D">
        <w:rPr>
          <w:sz w:val="24"/>
          <w:szCs w:val="24"/>
        </w:rPr>
        <w:t xml:space="preserve"> algatati üldplaneeringut muutva detailplaneeringu koostamine eesmärgiga sätestada tingimused kuni 4 boksiga ridaelamu kavandamiseks planeeringualal pindalaga u 0,3 ha, mis hõlmab </w:t>
      </w:r>
      <w:r>
        <w:rPr>
          <w:sz w:val="24"/>
          <w:szCs w:val="24"/>
        </w:rPr>
        <w:t xml:space="preserve">Rapla linnas </w:t>
      </w:r>
      <w:r w:rsidRPr="00E8093D">
        <w:rPr>
          <w:sz w:val="24"/>
          <w:szCs w:val="24"/>
        </w:rPr>
        <w:t>Kuusiku tee 11 maaüksust (katastritunnus 66801:001:1789) ja osaliselt vahetult ümbritsevaid tänavaid. Planeeringuala piirneb 6692025 Kuusiku tee, 6692025 Kuusiku tee L2, 6692084 Edela tänava, Kuusiku tee 11a ning Edela tn 5, 7 ja 9 maaüksustega. Planeeringu elluviimisega kavandatakse linnaruumi tihendamine üldplaneeringu üldreeglist suuremas ulatuses, kuid ei ületata piirkonnas väljakujunenud tihedust.</w:t>
      </w:r>
      <w:r>
        <w:rPr>
          <w:sz w:val="24"/>
          <w:szCs w:val="24"/>
        </w:rPr>
        <w:t xml:space="preserve"> Detailplaneeringut menetletakse üldplaneeringut muutvana.</w:t>
      </w:r>
      <w:r w:rsidRPr="00E8093D">
        <w:rPr>
          <w:sz w:val="24"/>
          <w:szCs w:val="24"/>
        </w:rPr>
        <w:t xml:space="preserve"> Olemasoleva linnaruumi tihendamine on </w:t>
      </w:r>
      <w:proofErr w:type="spellStart"/>
      <w:r w:rsidRPr="00E8093D">
        <w:rPr>
          <w:sz w:val="24"/>
          <w:szCs w:val="24"/>
        </w:rPr>
        <w:t>valglinnastumisest</w:t>
      </w:r>
      <w:proofErr w:type="spellEnd"/>
      <w:r w:rsidRPr="00E8093D">
        <w:rPr>
          <w:sz w:val="24"/>
          <w:szCs w:val="24"/>
        </w:rPr>
        <w:t xml:space="preserve"> jätkusuutlikum arengustsenaarium</w:t>
      </w:r>
      <w:r>
        <w:rPr>
          <w:sz w:val="24"/>
          <w:szCs w:val="24"/>
        </w:rPr>
        <w:t xml:space="preserve">. </w:t>
      </w:r>
    </w:p>
    <w:p w14:paraId="164E9217" w14:textId="77777777" w:rsidR="00E8093D" w:rsidRPr="00E8093D" w:rsidRDefault="00E8093D" w:rsidP="00591704">
      <w:pPr>
        <w:jc w:val="both"/>
        <w:rPr>
          <w:sz w:val="24"/>
          <w:szCs w:val="24"/>
        </w:rPr>
      </w:pPr>
    </w:p>
    <w:p w14:paraId="0ABF9F2A" w14:textId="5FF341BD" w:rsidR="00F87764" w:rsidRDefault="00C23F5B" w:rsidP="00591704">
      <w:pPr>
        <w:jc w:val="both"/>
        <w:rPr>
          <w:sz w:val="24"/>
          <w:szCs w:val="24"/>
        </w:rPr>
      </w:pPr>
      <w:r w:rsidRPr="00591704">
        <w:rPr>
          <w:sz w:val="24"/>
          <w:szCs w:val="24"/>
        </w:rPr>
        <w:t xml:space="preserve">Detailplaneeringu eskiisi avalik väljapanek toimus </w:t>
      </w:r>
      <w:r w:rsidR="00E8093D">
        <w:rPr>
          <w:sz w:val="24"/>
          <w:szCs w:val="24"/>
        </w:rPr>
        <w:t>13</w:t>
      </w:r>
      <w:r w:rsidRPr="00591704">
        <w:rPr>
          <w:sz w:val="24"/>
          <w:szCs w:val="24"/>
        </w:rPr>
        <w:t xml:space="preserve">. </w:t>
      </w:r>
      <w:r w:rsidR="00E8093D">
        <w:rPr>
          <w:sz w:val="24"/>
          <w:szCs w:val="24"/>
        </w:rPr>
        <w:t>veebruar</w:t>
      </w:r>
      <w:r w:rsidRPr="00591704">
        <w:rPr>
          <w:sz w:val="24"/>
          <w:szCs w:val="24"/>
        </w:rPr>
        <w:t xml:space="preserve">ist </w:t>
      </w:r>
      <w:r w:rsidR="00591704">
        <w:rPr>
          <w:sz w:val="24"/>
          <w:szCs w:val="24"/>
        </w:rPr>
        <w:t>kuni</w:t>
      </w:r>
      <w:r w:rsidRPr="00591704">
        <w:rPr>
          <w:sz w:val="24"/>
          <w:szCs w:val="24"/>
        </w:rPr>
        <w:t xml:space="preserve"> </w:t>
      </w:r>
      <w:r w:rsidR="00E8093D">
        <w:rPr>
          <w:sz w:val="24"/>
          <w:szCs w:val="24"/>
        </w:rPr>
        <w:t>16</w:t>
      </w:r>
      <w:r w:rsidRPr="00591704">
        <w:rPr>
          <w:sz w:val="24"/>
          <w:szCs w:val="24"/>
        </w:rPr>
        <w:t xml:space="preserve">. </w:t>
      </w:r>
      <w:r w:rsidR="00E8093D">
        <w:rPr>
          <w:sz w:val="24"/>
          <w:szCs w:val="24"/>
        </w:rPr>
        <w:t>märts</w:t>
      </w:r>
      <w:r w:rsidRPr="00591704">
        <w:rPr>
          <w:sz w:val="24"/>
          <w:szCs w:val="24"/>
        </w:rPr>
        <w:t>ini 202</w:t>
      </w:r>
      <w:r w:rsidR="00E8093D">
        <w:rPr>
          <w:sz w:val="24"/>
          <w:szCs w:val="24"/>
        </w:rPr>
        <w:t>5</w:t>
      </w:r>
      <w:r w:rsidRPr="00591704">
        <w:rPr>
          <w:sz w:val="24"/>
          <w:szCs w:val="24"/>
        </w:rPr>
        <w:t xml:space="preserve"> ning avalik arutelu leidis aset </w:t>
      </w:r>
      <w:r w:rsidR="00E8093D">
        <w:rPr>
          <w:sz w:val="24"/>
          <w:szCs w:val="24"/>
        </w:rPr>
        <w:t>18</w:t>
      </w:r>
      <w:r w:rsidRPr="00591704">
        <w:rPr>
          <w:sz w:val="24"/>
          <w:szCs w:val="24"/>
        </w:rPr>
        <w:t xml:space="preserve">. </w:t>
      </w:r>
      <w:r w:rsidR="00E8093D">
        <w:rPr>
          <w:sz w:val="24"/>
          <w:szCs w:val="24"/>
        </w:rPr>
        <w:t>märtsil</w:t>
      </w:r>
      <w:r w:rsidRPr="00591704">
        <w:rPr>
          <w:sz w:val="24"/>
          <w:szCs w:val="24"/>
        </w:rPr>
        <w:t xml:space="preserve"> 202</w:t>
      </w:r>
      <w:r w:rsidR="00E8093D">
        <w:rPr>
          <w:sz w:val="24"/>
          <w:szCs w:val="24"/>
        </w:rPr>
        <w:t>5</w:t>
      </w:r>
      <w:r w:rsidRPr="00591704">
        <w:rPr>
          <w:sz w:val="24"/>
          <w:szCs w:val="24"/>
        </w:rPr>
        <w:t xml:space="preserve">. </w:t>
      </w:r>
      <w:r w:rsidR="00E8093D">
        <w:rPr>
          <w:sz w:val="24"/>
          <w:szCs w:val="24"/>
        </w:rPr>
        <w:t>Eskiisile esitatud märkuste ja ettepanekute alusel on p</w:t>
      </w:r>
      <w:r w:rsidR="00591704">
        <w:rPr>
          <w:sz w:val="24"/>
          <w:szCs w:val="24"/>
        </w:rPr>
        <w:t>õhilahendus</w:t>
      </w:r>
      <w:r w:rsidR="00E8093D">
        <w:rPr>
          <w:sz w:val="24"/>
          <w:szCs w:val="24"/>
        </w:rPr>
        <w:t>t korrigeeritud.</w:t>
      </w:r>
      <w:r w:rsidR="00D84EEB">
        <w:rPr>
          <w:sz w:val="24"/>
          <w:szCs w:val="24"/>
        </w:rPr>
        <w:t xml:space="preserve"> </w:t>
      </w:r>
      <w:r w:rsidR="00E8093D">
        <w:rPr>
          <w:sz w:val="24"/>
          <w:szCs w:val="24"/>
        </w:rPr>
        <w:t>Põhilahendus esitatakse koostöötegijatele kooskõlastamiseks ja kaasatud isikutele ja asutustele seisukohavõtuks.</w:t>
      </w:r>
      <w:r w:rsidRPr="00591704">
        <w:rPr>
          <w:sz w:val="24"/>
          <w:szCs w:val="24"/>
        </w:rPr>
        <w:t xml:space="preserve"> Detailplaneering</w:t>
      </w:r>
      <w:r w:rsidR="00E97C24">
        <w:rPr>
          <w:sz w:val="24"/>
          <w:szCs w:val="24"/>
        </w:rPr>
        <w:t>u põhilahendus</w:t>
      </w:r>
      <w:r w:rsidRPr="00591704">
        <w:rPr>
          <w:sz w:val="24"/>
          <w:szCs w:val="24"/>
        </w:rPr>
        <w:t xml:space="preserve"> </w:t>
      </w:r>
      <w:r w:rsidR="00E8093D">
        <w:rPr>
          <w:sz w:val="24"/>
          <w:szCs w:val="24"/>
        </w:rPr>
        <w:t>5</w:t>
      </w:r>
      <w:r w:rsidR="00F87764">
        <w:rPr>
          <w:sz w:val="24"/>
          <w:szCs w:val="24"/>
        </w:rPr>
        <w:t xml:space="preserve">. </w:t>
      </w:r>
      <w:r w:rsidR="00E8093D">
        <w:rPr>
          <w:sz w:val="24"/>
          <w:szCs w:val="24"/>
        </w:rPr>
        <w:t>detsembri</w:t>
      </w:r>
      <w:r w:rsidRPr="00591704">
        <w:rPr>
          <w:sz w:val="24"/>
          <w:szCs w:val="24"/>
        </w:rPr>
        <w:t xml:space="preserve"> 2025 </w:t>
      </w:r>
      <w:r w:rsidR="00E97C24" w:rsidRPr="00591704">
        <w:rPr>
          <w:sz w:val="24"/>
          <w:szCs w:val="24"/>
        </w:rPr>
        <w:t xml:space="preserve">seisuga </w:t>
      </w:r>
      <w:r w:rsidRPr="00591704">
        <w:rPr>
          <w:sz w:val="24"/>
          <w:szCs w:val="24"/>
        </w:rPr>
        <w:t>on leitav valla kodulehel</w:t>
      </w:r>
      <w:r w:rsidR="00E97C24">
        <w:rPr>
          <w:sz w:val="24"/>
          <w:szCs w:val="24"/>
        </w:rPr>
        <w:t>t</w:t>
      </w:r>
      <w:r w:rsidR="00E8093D">
        <w:rPr>
          <w:sz w:val="24"/>
          <w:szCs w:val="24"/>
        </w:rPr>
        <w:t xml:space="preserve"> </w:t>
      </w:r>
      <w:hyperlink r:id="rId9" w:history="1">
        <w:r w:rsidR="00E8093D" w:rsidRPr="0031133A">
          <w:rPr>
            <w:rStyle w:val="Hperlink"/>
            <w:sz w:val="24"/>
            <w:szCs w:val="24"/>
          </w:rPr>
          <w:t>https://rapla.ee/kuusiku-tee-11-rapla-linn/</w:t>
        </w:r>
      </w:hyperlink>
      <w:r w:rsidR="00F87764">
        <w:rPr>
          <w:sz w:val="24"/>
          <w:szCs w:val="24"/>
        </w:rPr>
        <w:t xml:space="preserve">. </w:t>
      </w:r>
    </w:p>
    <w:p w14:paraId="4C71DCC7" w14:textId="77777777" w:rsidR="00F87764" w:rsidRDefault="00F87764" w:rsidP="00591704">
      <w:pPr>
        <w:jc w:val="both"/>
        <w:rPr>
          <w:sz w:val="24"/>
          <w:szCs w:val="24"/>
        </w:rPr>
      </w:pPr>
    </w:p>
    <w:p w14:paraId="499EB217" w14:textId="797B4043" w:rsidR="004C71F2" w:rsidRPr="00591704" w:rsidRDefault="000C061A" w:rsidP="00591704">
      <w:pPr>
        <w:jc w:val="both"/>
        <w:rPr>
          <w:b/>
          <w:sz w:val="24"/>
          <w:szCs w:val="24"/>
        </w:rPr>
      </w:pPr>
      <w:r>
        <w:rPr>
          <w:bCs/>
          <w:sz w:val="24"/>
          <w:szCs w:val="24"/>
        </w:rPr>
        <w:t>Palun</w:t>
      </w:r>
      <w:r w:rsidR="00F87764">
        <w:rPr>
          <w:bCs/>
          <w:sz w:val="24"/>
          <w:szCs w:val="24"/>
        </w:rPr>
        <w:t xml:space="preserve"> k</w:t>
      </w:r>
      <w:r w:rsidR="00E97C24" w:rsidRPr="00E97C24">
        <w:rPr>
          <w:bCs/>
          <w:sz w:val="24"/>
          <w:szCs w:val="24"/>
        </w:rPr>
        <w:t>ooskõlastus, a</w:t>
      </w:r>
      <w:r w:rsidR="00905730" w:rsidRPr="00E97C24">
        <w:rPr>
          <w:bCs/>
          <w:sz w:val="24"/>
          <w:szCs w:val="24"/>
        </w:rPr>
        <w:t xml:space="preserve">rvamus </w:t>
      </w:r>
      <w:r w:rsidR="00F87764">
        <w:rPr>
          <w:bCs/>
          <w:sz w:val="24"/>
          <w:szCs w:val="24"/>
        </w:rPr>
        <w:t>või</w:t>
      </w:r>
      <w:r w:rsidR="00905730" w:rsidRPr="00E97C24">
        <w:rPr>
          <w:bCs/>
          <w:sz w:val="24"/>
          <w:szCs w:val="24"/>
        </w:rPr>
        <w:t xml:space="preserve"> ettepanek</w:t>
      </w:r>
      <w:r w:rsidR="00F87764">
        <w:rPr>
          <w:bCs/>
          <w:sz w:val="24"/>
          <w:szCs w:val="24"/>
        </w:rPr>
        <w:t xml:space="preserve"> sa</w:t>
      </w:r>
      <w:r>
        <w:rPr>
          <w:bCs/>
          <w:sz w:val="24"/>
          <w:szCs w:val="24"/>
        </w:rPr>
        <w:t>ata</w:t>
      </w:r>
      <w:r w:rsidR="00F87764">
        <w:rPr>
          <w:bCs/>
          <w:sz w:val="24"/>
          <w:szCs w:val="24"/>
        </w:rPr>
        <w:t xml:space="preserve"> hiljemalt</w:t>
      </w:r>
      <w:r>
        <w:rPr>
          <w:bCs/>
          <w:sz w:val="24"/>
          <w:szCs w:val="24"/>
        </w:rPr>
        <w:t xml:space="preserve"> 30 päeva jooksul</w:t>
      </w:r>
      <w:r w:rsidR="00F87764">
        <w:rPr>
          <w:bCs/>
          <w:sz w:val="24"/>
          <w:szCs w:val="24"/>
        </w:rPr>
        <w:t xml:space="preserve">. </w:t>
      </w:r>
    </w:p>
    <w:p w14:paraId="6822F3B8" w14:textId="77777777" w:rsidR="00905730" w:rsidRPr="00591704" w:rsidRDefault="00905730" w:rsidP="004C71F2">
      <w:pPr>
        <w:jc w:val="both"/>
        <w:rPr>
          <w:sz w:val="24"/>
          <w:szCs w:val="24"/>
        </w:rPr>
      </w:pPr>
    </w:p>
    <w:p w14:paraId="0592C3E4" w14:textId="77777777" w:rsidR="00905730" w:rsidRPr="00591704" w:rsidRDefault="00905730" w:rsidP="004C71F2">
      <w:pPr>
        <w:jc w:val="both"/>
        <w:rPr>
          <w:sz w:val="24"/>
          <w:szCs w:val="24"/>
        </w:rPr>
      </w:pPr>
    </w:p>
    <w:p w14:paraId="6A71A857" w14:textId="77777777" w:rsidR="00905730" w:rsidRPr="00591704" w:rsidRDefault="004C71F2" w:rsidP="004C71F2">
      <w:pPr>
        <w:jc w:val="both"/>
        <w:rPr>
          <w:sz w:val="24"/>
          <w:szCs w:val="24"/>
        </w:rPr>
      </w:pPr>
      <w:r w:rsidRPr="00591704">
        <w:rPr>
          <w:sz w:val="24"/>
          <w:szCs w:val="24"/>
        </w:rPr>
        <w:t>Lugupidamisega</w:t>
      </w:r>
    </w:p>
    <w:p w14:paraId="2553F962" w14:textId="77777777" w:rsidR="004C71F2" w:rsidRPr="00591704" w:rsidRDefault="004C71F2" w:rsidP="004C71F2">
      <w:pPr>
        <w:jc w:val="both"/>
        <w:rPr>
          <w:sz w:val="24"/>
          <w:szCs w:val="24"/>
        </w:rPr>
      </w:pPr>
    </w:p>
    <w:p w14:paraId="2192EE09" w14:textId="77777777" w:rsidR="004C71F2" w:rsidRPr="00591704" w:rsidRDefault="004C71F2" w:rsidP="004C71F2">
      <w:pPr>
        <w:jc w:val="both"/>
        <w:rPr>
          <w:sz w:val="24"/>
          <w:szCs w:val="24"/>
        </w:rPr>
      </w:pPr>
    </w:p>
    <w:p w14:paraId="1CC2830C" w14:textId="77777777" w:rsidR="004C71F2" w:rsidRPr="00591704" w:rsidRDefault="004C71F2" w:rsidP="004C71F2">
      <w:pPr>
        <w:jc w:val="both"/>
        <w:rPr>
          <w:sz w:val="24"/>
          <w:szCs w:val="24"/>
        </w:rPr>
      </w:pPr>
      <w:r w:rsidRPr="00591704">
        <w:rPr>
          <w:sz w:val="24"/>
          <w:szCs w:val="24"/>
        </w:rPr>
        <w:t>(allkirjastatud digitaalselt)</w:t>
      </w:r>
    </w:p>
    <w:p w14:paraId="6D2A2A8A" w14:textId="77777777" w:rsidR="004C71F2" w:rsidRPr="00591704" w:rsidRDefault="004C71F2" w:rsidP="004C71F2">
      <w:pPr>
        <w:jc w:val="both"/>
        <w:rPr>
          <w:sz w:val="24"/>
          <w:szCs w:val="24"/>
        </w:rPr>
      </w:pPr>
    </w:p>
    <w:p w14:paraId="05AEDF68" w14:textId="77777777" w:rsidR="00905730" w:rsidRPr="00591704" w:rsidRDefault="00905730" w:rsidP="00905730">
      <w:pPr>
        <w:jc w:val="both"/>
        <w:rPr>
          <w:sz w:val="24"/>
          <w:szCs w:val="24"/>
        </w:rPr>
      </w:pPr>
      <w:r w:rsidRPr="00591704">
        <w:rPr>
          <w:sz w:val="24"/>
          <w:szCs w:val="24"/>
        </w:rPr>
        <w:t>Cerly-Marko Järvela</w:t>
      </w:r>
    </w:p>
    <w:p w14:paraId="20BD4238" w14:textId="77777777" w:rsidR="00905730" w:rsidRPr="00591704" w:rsidRDefault="00905730" w:rsidP="00905730">
      <w:pPr>
        <w:jc w:val="both"/>
        <w:rPr>
          <w:sz w:val="24"/>
          <w:szCs w:val="24"/>
        </w:rPr>
      </w:pPr>
      <w:r w:rsidRPr="00591704">
        <w:rPr>
          <w:sz w:val="24"/>
          <w:szCs w:val="24"/>
        </w:rPr>
        <w:t>vallaarhitekt</w:t>
      </w:r>
    </w:p>
    <w:p w14:paraId="17A222FB" w14:textId="77777777" w:rsidR="004C71F2" w:rsidRPr="00591704" w:rsidRDefault="004C71F2" w:rsidP="00E70BD4">
      <w:pPr>
        <w:jc w:val="both"/>
        <w:rPr>
          <w:sz w:val="24"/>
          <w:szCs w:val="24"/>
        </w:rPr>
      </w:pPr>
    </w:p>
    <w:p w14:paraId="15E74DB9" w14:textId="77777777" w:rsidR="00E70BD4" w:rsidRPr="00591704" w:rsidRDefault="00E70BD4" w:rsidP="00E70BD4">
      <w:pPr>
        <w:jc w:val="both"/>
        <w:rPr>
          <w:sz w:val="24"/>
          <w:szCs w:val="24"/>
        </w:rPr>
      </w:pPr>
    </w:p>
    <w:p w14:paraId="583E6E86" w14:textId="3074ADC9" w:rsidR="00E97C24" w:rsidRPr="00E97C24" w:rsidRDefault="00905730" w:rsidP="00E97C24">
      <w:pPr>
        <w:jc w:val="both"/>
        <w:rPr>
          <w:sz w:val="24"/>
          <w:szCs w:val="24"/>
        </w:rPr>
      </w:pPr>
      <w:r w:rsidRPr="00591704">
        <w:rPr>
          <w:sz w:val="24"/>
          <w:szCs w:val="24"/>
        </w:rPr>
        <w:t>Adressaadid</w:t>
      </w:r>
      <w:r w:rsidR="00E70BD4" w:rsidRPr="00591704">
        <w:rPr>
          <w:sz w:val="24"/>
          <w:szCs w:val="24"/>
        </w:rPr>
        <w:t>:</w:t>
      </w:r>
      <w:r w:rsidRPr="00591704">
        <w:rPr>
          <w:rFonts w:ascii="Arial" w:eastAsia="Times New Roman" w:hAnsi="Arial" w:cs="Arial"/>
          <w:sz w:val="24"/>
          <w:szCs w:val="24"/>
          <w:lang w:eastAsia="et-EE"/>
        </w:rPr>
        <w:t xml:space="preserve"> </w:t>
      </w:r>
      <w:r w:rsidRPr="00591704">
        <w:rPr>
          <w:sz w:val="24"/>
          <w:szCs w:val="24"/>
        </w:rPr>
        <w:t xml:space="preserve">Keskkonnaamet, </w:t>
      </w:r>
      <w:r w:rsidR="00980DB0" w:rsidRPr="00591704">
        <w:rPr>
          <w:sz w:val="24"/>
          <w:szCs w:val="24"/>
        </w:rPr>
        <w:t xml:space="preserve">Maa- ja </w:t>
      </w:r>
      <w:r w:rsidR="00980DB0">
        <w:rPr>
          <w:sz w:val="24"/>
          <w:szCs w:val="24"/>
        </w:rPr>
        <w:t>R</w:t>
      </w:r>
      <w:r w:rsidR="00980DB0" w:rsidRPr="00591704">
        <w:rPr>
          <w:sz w:val="24"/>
          <w:szCs w:val="24"/>
        </w:rPr>
        <w:t xml:space="preserve">uumiamet, </w:t>
      </w:r>
      <w:r w:rsidR="00980DB0">
        <w:rPr>
          <w:sz w:val="24"/>
          <w:szCs w:val="24"/>
        </w:rPr>
        <w:t xml:space="preserve">Politsei- ja Piirivalveamet, Päästeamet, </w:t>
      </w:r>
      <w:r w:rsidRPr="00591704">
        <w:rPr>
          <w:sz w:val="24"/>
          <w:szCs w:val="24"/>
        </w:rPr>
        <w:t>T</w:t>
      </w:r>
      <w:r w:rsidR="00980DB0">
        <w:rPr>
          <w:sz w:val="24"/>
          <w:szCs w:val="24"/>
        </w:rPr>
        <w:t>ervise</w:t>
      </w:r>
      <w:r w:rsidRPr="00591704">
        <w:rPr>
          <w:sz w:val="24"/>
          <w:szCs w:val="24"/>
        </w:rPr>
        <w:t>amet</w:t>
      </w:r>
      <w:r w:rsidR="00E97C24">
        <w:rPr>
          <w:sz w:val="24"/>
          <w:szCs w:val="24"/>
        </w:rPr>
        <w:t xml:space="preserve">, </w:t>
      </w:r>
      <w:r w:rsidR="00E97C24" w:rsidRPr="00E97C24">
        <w:rPr>
          <w:sz w:val="24"/>
          <w:szCs w:val="24"/>
        </w:rPr>
        <w:t>puudutatud maaomanikud (</w:t>
      </w:r>
      <w:r w:rsidR="00980DB0">
        <w:rPr>
          <w:sz w:val="24"/>
          <w:szCs w:val="24"/>
        </w:rPr>
        <w:t>Edela tn 1, 2, 3, 5, 7, 9, Kuusiku tee 9, 11, 11a, Liiva tn 1, 2, Märjamaa tee 14/1, 14/2, 14/3, 14/4, 14/5, 14/6, Veetorni tn 1, 2, 3, Nurme tn 6</w:t>
      </w:r>
      <w:r w:rsidR="00E97C24" w:rsidRPr="00E97C24">
        <w:rPr>
          <w:sz w:val="24"/>
          <w:szCs w:val="24"/>
        </w:rPr>
        <w:t>)</w:t>
      </w:r>
    </w:p>
    <w:p w14:paraId="6E22DCF3" w14:textId="77777777" w:rsidR="00E97C24" w:rsidRPr="00E97C24" w:rsidRDefault="00E97C24" w:rsidP="00E97C24">
      <w:pPr>
        <w:jc w:val="both"/>
        <w:rPr>
          <w:sz w:val="24"/>
          <w:szCs w:val="24"/>
        </w:rPr>
      </w:pPr>
    </w:p>
    <w:p w14:paraId="4B5BFBA6" w14:textId="77777777" w:rsidR="00D84EEB" w:rsidRDefault="00D84EEB" w:rsidP="00905730">
      <w:pPr>
        <w:jc w:val="both"/>
        <w:rPr>
          <w:sz w:val="24"/>
          <w:szCs w:val="24"/>
        </w:rPr>
      </w:pPr>
    </w:p>
    <w:p w14:paraId="752278F0" w14:textId="6C3BC0AF" w:rsidR="00905730" w:rsidRPr="00591704" w:rsidRDefault="00905730" w:rsidP="00905730">
      <w:pPr>
        <w:jc w:val="both"/>
        <w:rPr>
          <w:sz w:val="24"/>
          <w:szCs w:val="24"/>
        </w:rPr>
      </w:pPr>
      <w:r w:rsidRPr="00591704">
        <w:rPr>
          <w:sz w:val="24"/>
          <w:szCs w:val="24"/>
        </w:rPr>
        <w:t>tel 506 1360</w:t>
      </w:r>
    </w:p>
    <w:p w14:paraId="2F43EE99" w14:textId="6F198A7D" w:rsidR="00775872" w:rsidRPr="00591704" w:rsidRDefault="00905730" w:rsidP="00905730">
      <w:pPr>
        <w:jc w:val="both"/>
        <w:rPr>
          <w:sz w:val="24"/>
          <w:szCs w:val="24"/>
        </w:rPr>
      </w:pPr>
      <w:r w:rsidRPr="00591704">
        <w:rPr>
          <w:sz w:val="24"/>
          <w:szCs w:val="24"/>
        </w:rPr>
        <w:t>vallaarhitekt@rapla.ee</w:t>
      </w:r>
    </w:p>
    <w:sectPr w:rsidR="00775872" w:rsidRPr="00591704" w:rsidSect="00B37ED8">
      <w:footerReference w:type="default" r:id="rId10"/>
      <w:headerReference w:type="first" r:id="rId11"/>
      <w:footerReference w:type="first" r:id="rId12"/>
      <w:pgSz w:w="11907" w:h="16840" w:code="9"/>
      <w:pgMar w:top="1418" w:right="1134" w:bottom="1418" w:left="1701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AFC319" w14:textId="77777777" w:rsidR="00377ECC" w:rsidRDefault="00377ECC">
      <w:r>
        <w:separator/>
      </w:r>
    </w:p>
  </w:endnote>
  <w:endnote w:type="continuationSeparator" w:id="0">
    <w:p w14:paraId="2570BA64" w14:textId="77777777" w:rsidR="00377ECC" w:rsidRDefault="00377E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984B13" w14:textId="77777777" w:rsidR="00C93D45" w:rsidRPr="00C93D45" w:rsidRDefault="00C93D45" w:rsidP="00C93D45">
    <w:pPr>
      <w:pStyle w:val="Jalus"/>
      <w:jc w:val="center"/>
      <w:rPr>
        <w:sz w:val="24"/>
        <w:szCs w:val="24"/>
      </w:rPr>
    </w:pPr>
    <w:r w:rsidRPr="00C93D45">
      <w:rPr>
        <w:sz w:val="24"/>
        <w:szCs w:val="24"/>
      </w:rPr>
      <w:fldChar w:fldCharType="begin"/>
    </w:r>
    <w:r w:rsidRPr="00C93D45">
      <w:rPr>
        <w:sz w:val="24"/>
        <w:szCs w:val="24"/>
      </w:rPr>
      <w:instrText>PAGE   \* MERGEFORMAT</w:instrText>
    </w:r>
    <w:r w:rsidRPr="00C93D45">
      <w:rPr>
        <w:sz w:val="24"/>
        <w:szCs w:val="24"/>
      </w:rPr>
      <w:fldChar w:fldCharType="separate"/>
    </w:r>
    <w:r w:rsidR="00905730">
      <w:rPr>
        <w:noProof/>
        <w:sz w:val="24"/>
        <w:szCs w:val="24"/>
      </w:rPr>
      <w:t>2</w:t>
    </w:r>
    <w:r w:rsidRPr="00C93D45">
      <w:rPr>
        <w:sz w:val="24"/>
        <w:szCs w:val="24"/>
      </w:rPr>
      <w:fldChar w:fldCharType="end"/>
    </w:r>
    <w:r w:rsidRPr="00C93D45">
      <w:rPr>
        <w:sz w:val="24"/>
        <w:szCs w:val="24"/>
      </w:rPr>
      <w:t xml:space="preserve"> (2)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C0C7D5" w14:textId="77777777" w:rsidR="009476FC" w:rsidRDefault="009476FC">
    <w:r>
      <w:t>__________________________________________________________________________________________</w:t>
    </w:r>
  </w:p>
  <w:tbl>
    <w:tblPr>
      <w:tblW w:w="9464" w:type="dxa"/>
      <w:tblLook w:val="04A0" w:firstRow="1" w:lastRow="0" w:firstColumn="1" w:lastColumn="0" w:noHBand="0" w:noVBand="1"/>
    </w:tblPr>
    <w:tblGrid>
      <w:gridCol w:w="3064"/>
      <w:gridCol w:w="3078"/>
      <w:gridCol w:w="3322"/>
    </w:tblGrid>
    <w:tr w:rsidR="000C3C90" w:rsidRPr="000C3C90" w14:paraId="46AF4222" w14:textId="77777777" w:rsidTr="00F36192">
      <w:tc>
        <w:tcPr>
          <w:tcW w:w="3064" w:type="dxa"/>
          <w:hideMark/>
        </w:tcPr>
        <w:p w14:paraId="12BF0668" w14:textId="77777777" w:rsidR="000C3C90" w:rsidRPr="000C3C90" w:rsidRDefault="000C3C90" w:rsidP="004C71F2">
          <w:pPr>
            <w:pStyle w:val="Jalus"/>
            <w:ind w:left="-108"/>
          </w:pPr>
          <w:r w:rsidRPr="000C3C90">
            <w:t>Rapla Vallavalitsus</w:t>
          </w:r>
        </w:p>
      </w:tc>
      <w:tc>
        <w:tcPr>
          <w:tcW w:w="3078" w:type="dxa"/>
          <w:hideMark/>
        </w:tcPr>
        <w:p w14:paraId="456576F5" w14:textId="77777777" w:rsidR="000C3C90" w:rsidRPr="000C3C90" w:rsidRDefault="000C3C90" w:rsidP="004C71F2">
          <w:pPr>
            <w:pStyle w:val="Jalus"/>
            <w:ind w:left="-108"/>
          </w:pPr>
          <w:r w:rsidRPr="000C3C90">
            <w:t>Tel 489 0510</w:t>
          </w:r>
        </w:p>
      </w:tc>
      <w:tc>
        <w:tcPr>
          <w:tcW w:w="3322" w:type="dxa"/>
          <w:hideMark/>
        </w:tcPr>
        <w:p w14:paraId="6091712A" w14:textId="77777777" w:rsidR="000C3C90" w:rsidRPr="000C3C90" w:rsidRDefault="000C3C90" w:rsidP="004C71F2">
          <w:pPr>
            <w:pStyle w:val="Jalus"/>
            <w:ind w:left="-108"/>
          </w:pPr>
          <w:r w:rsidRPr="000C3C90">
            <w:t xml:space="preserve">SEB </w:t>
          </w:r>
          <w:r w:rsidR="00DD0D5E">
            <w:t xml:space="preserve">          </w:t>
          </w:r>
          <w:r w:rsidRPr="000C3C90">
            <w:t>EE661010802000071007</w:t>
          </w:r>
        </w:p>
      </w:tc>
    </w:tr>
    <w:tr w:rsidR="000C3C90" w:rsidRPr="000C3C90" w14:paraId="04984D14" w14:textId="77777777" w:rsidTr="00F36192">
      <w:tc>
        <w:tcPr>
          <w:tcW w:w="3064" w:type="dxa"/>
          <w:hideMark/>
        </w:tcPr>
        <w:p w14:paraId="4C88DF14" w14:textId="77777777" w:rsidR="000C3C90" w:rsidRPr="000C3C90" w:rsidRDefault="000C3C90" w:rsidP="004C71F2">
          <w:pPr>
            <w:pStyle w:val="Jalus"/>
            <w:ind w:left="-108"/>
          </w:pPr>
          <w:r w:rsidRPr="000C3C90">
            <w:t>Viljandi mnt 17</w:t>
          </w:r>
        </w:p>
      </w:tc>
      <w:tc>
        <w:tcPr>
          <w:tcW w:w="3078" w:type="dxa"/>
          <w:hideMark/>
        </w:tcPr>
        <w:p w14:paraId="39E2DC1B" w14:textId="77777777" w:rsidR="000C3C90" w:rsidRPr="000C3C90" w:rsidRDefault="000C3C90" w:rsidP="004C71F2">
          <w:pPr>
            <w:pStyle w:val="Jalus"/>
            <w:ind w:left="-108"/>
          </w:pPr>
          <w:r w:rsidRPr="00E70BD4">
            <w:t>rapla@rapla.ee</w:t>
          </w:r>
        </w:p>
      </w:tc>
      <w:tc>
        <w:tcPr>
          <w:tcW w:w="3322" w:type="dxa"/>
          <w:hideMark/>
        </w:tcPr>
        <w:p w14:paraId="4F22C97B" w14:textId="77777777" w:rsidR="000C3C90" w:rsidRPr="000C3C90" w:rsidRDefault="000C3C90" w:rsidP="004C71F2">
          <w:pPr>
            <w:pStyle w:val="Jalus"/>
            <w:ind w:left="-108"/>
          </w:pPr>
          <w:r w:rsidRPr="000C3C90">
            <w:t xml:space="preserve">SWED </w:t>
          </w:r>
          <w:r w:rsidR="00DD0D5E">
            <w:t xml:space="preserve">      </w:t>
          </w:r>
          <w:r w:rsidR="00E8223F" w:rsidRPr="00E8223F">
            <w:t>EE662200221068430132</w:t>
          </w:r>
        </w:p>
      </w:tc>
    </w:tr>
    <w:tr w:rsidR="000C3C90" w:rsidRPr="000C3C90" w14:paraId="03D776E3" w14:textId="77777777" w:rsidTr="00F36192">
      <w:tc>
        <w:tcPr>
          <w:tcW w:w="3064" w:type="dxa"/>
          <w:hideMark/>
        </w:tcPr>
        <w:p w14:paraId="61D1A020" w14:textId="77777777" w:rsidR="000C3C90" w:rsidRPr="000C3C90" w:rsidRDefault="000C3C90" w:rsidP="004C71F2">
          <w:pPr>
            <w:pStyle w:val="Jalus"/>
            <w:ind w:left="-108"/>
          </w:pPr>
          <w:r w:rsidRPr="000C3C90">
            <w:t>79511 Rapla</w:t>
          </w:r>
        </w:p>
      </w:tc>
      <w:tc>
        <w:tcPr>
          <w:tcW w:w="3078" w:type="dxa"/>
          <w:hideMark/>
        </w:tcPr>
        <w:p w14:paraId="41F8DDBE" w14:textId="77777777" w:rsidR="000C3C90" w:rsidRPr="000C3C90" w:rsidRDefault="00E5754A" w:rsidP="004C71F2">
          <w:pPr>
            <w:pStyle w:val="Jalus"/>
            <w:ind w:left="-108"/>
          </w:pPr>
          <w:r>
            <w:t>Registrikood 77000312</w:t>
          </w:r>
        </w:p>
      </w:tc>
      <w:tc>
        <w:tcPr>
          <w:tcW w:w="3322" w:type="dxa"/>
          <w:hideMark/>
        </w:tcPr>
        <w:p w14:paraId="035F8E01" w14:textId="77777777" w:rsidR="000C3C90" w:rsidRPr="000C3C90" w:rsidRDefault="000C3C90" w:rsidP="004C71F2">
          <w:pPr>
            <w:pStyle w:val="Jalus"/>
            <w:ind w:left="-108"/>
          </w:pPr>
        </w:p>
      </w:tc>
    </w:tr>
  </w:tbl>
  <w:p w14:paraId="7BF8909E" w14:textId="77777777" w:rsidR="00574AD4" w:rsidRDefault="00574AD4" w:rsidP="00E70BD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BD8C45" w14:textId="77777777" w:rsidR="00377ECC" w:rsidRDefault="00377ECC">
      <w:r>
        <w:separator/>
      </w:r>
    </w:p>
  </w:footnote>
  <w:footnote w:type="continuationSeparator" w:id="0">
    <w:p w14:paraId="08C6162B" w14:textId="77777777" w:rsidR="00377ECC" w:rsidRDefault="00377E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38FCE2" w14:textId="77777777" w:rsidR="00525B64" w:rsidRPr="002A2D6A" w:rsidRDefault="002A2D6A" w:rsidP="002A2D6A">
    <w:pPr>
      <w:pStyle w:val="Pis"/>
      <w:rPr>
        <w:szCs w:val="36"/>
      </w:rPr>
    </w:pPr>
    <w:r>
      <w:rPr>
        <w:szCs w:val="36"/>
      </w:rPr>
      <w:tab/>
    </w:r>
    <w:r w:rsidR="00E70BD4">
      <w:rPr>
        <w:noProof/>
        <w:lang w:eastAsia="et-EE"/>
      </w:rPr>
      <w:drawing>
        <wp:inline distT="0" distB="0" distL="0" distR="0" wp14:anchorId="607B65F4" wp14:editId="79033ACC">
          <wp:extent cx="1558290" cy="1065530"/>
          <wp:effectExtent l="0" t="0" r="3810" b="1270"/>
          <wp:docPr id="2" name="Pilt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8290" cy="10655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90169"/>
    <w:multiLevelType w:val="hybridMultilevel"/>
    <w:tmpl w:val="9C141C0A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 w15:restartNumberingAfterBreak="0">
    <w:nsid w:val="008A58CA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00A5674A"/>
    <w:multiLevelType w:val="hybridMultilevel"/>
    <w:tmpl w:val="97DC65B8"/>
    <w:lvl w:ilvl="0" w:tplc="642E9C7A">
      <w:start w:val="1"/>
      <w:numFmt w:val="decimal"/>
      <w:lvlText w:val="%1."/>
      <w:lvlJc w:val="left"/>
      <w:pPr>
        <w:tabs>
          <w:tab w:val="num" w:pos="1170"/>
        </w:tabs>
        <w:ind w:left="1170" w:hanging="45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 w15:restartNumberingAfterBreak="0">
    <w:nsid w:val="073519E1"/>
    <w:multiLevelType w:val="hybridMultilevel"/>
    <w:tmpl w:val="45C88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7C417B9"/>
    <w:multiLevelType w:val="hybridMultilevel"/>
    <w:tmpl w:val="5330DD24"/>
    <w:lvl w:ilvl="0" w:tplc="17349784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cs="Times New Roman" w:hint="default"/>
      </w:rPr>
    </w:lvl>
    <w:lvl w:ilvl="1" w:tplc="47502F90">
      <w:start w:val="4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8013ADF"/>
    <w:multiLevelType w:val="hybridMultilevel"/>
    <w:tmpl w:val="D062BDE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D7C7742"/>
    <w:multiLevelType w:val="hybridMultilevel"/>
    <w:tmpl w:val="F054762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341D56"/>
    <w:multiLevelType w:val="hybridMultilevel"/>
    <w:tmpl w:val="B592551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4617E4"/>
    <w:multiLevelType w:val="multilevel"/>
    <w:tmpl w:val="61321A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9" w15:restartNumberingAfterBreak="0">
    <w:nsid w:val="16CD6173"/>
    <w:multiLevelType w:val="singleLevel"/>
    <w:tmpl w:val="80EA24DA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10" w15:restartNumberingAfterBreak="0">
    <w:nsid w:val="17B95918"/>
    <w:multiLevelType w:val="hybridMultilevel"/>
    <w:tmpl w:val="4A9249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9003E06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2" w15:restartNumberingAfterBreak="0">
    <w:nsid w:val="1B792EA2"/>
    <w:multiLevelType w:val="hybridMultilevel"/>
    <w:tmpl w:val="D17AEB3E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32610FB"/>
    <w:multiLevelType w:val="hybridMultilevel"/>
    <w:tmpl w:val="A260E86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53F17C1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5" w15:restartNumberingAfterBreak="0">
    <w:nsid w:val="25D93000"/>
    <w:multiLevelType w:val="hybridMultilevel"/>
    <w:tmpl w:val="64E2934E"/>
    <w:lvl w:ilvl="0" w:tplc="042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2DB64D34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7" w15:restartNumberingAfterBreak="0">
    <w:nsid w:val="2E4C65B7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8" w15:restartNumberingAfterBreak="0">
    <w:nsid w:val="333942D9"/>
    <w:multiLevelType w:val="singleLevel"/>
    <w:tmpl w:val="5E7C52D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19" w15:restartNumberingAfterBreak="0">
    <w:nsid w:val="33EF1278"/>
    <w:multiLevelType w:val="hybridMultilevel"/>
    <w:tmpl w:val="94CAABD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5AA70E3"/>
    <w:multiLevelType w:val="multilevel"/>
    <w:tmpl w:val="25F23F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21" w15:restartNumberingAfterBreak="0">
    <w:nsid w:val="36C90337"/>
    <w:multiLevelType w:val="singleLevel"/>
    <w:tmpl w:val="13AE79D6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22" w15:restartNumberingAfterBreak="0">
    <w:nsid w:val="375E5082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3" w15:restartNumberingAfterBreak="0">
    <w:nsid w:val="3BA564F3"/>
    <w:multiLevelType w:val="hybridMultilevel"/>
    <w:tmpl w:val="F50A2B7E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4" w15:restartNumberingAfterBreak="0">
    <w:nsid w:val="3E9A4F8B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5" w15:restartNumberingAfterBreak="0">
    <w:nsid w:val="3FAE29E5"/>
    <w:multiLevelType w:val="multilevel"/>
    <w:tmpl w:val="EC6C86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26" w15:restartNumberingAfterBreak="0">
    <w:nsid w:val="41743CED"/>
    <w:multiLevelType w:val="hybridMultilevel"/>
    <w:tmpl w:val="6C8A6D54"/>
    <w:lvl w:ilvl="0" w:tplc="042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2B02A21"/>
    <w:multiLevelType w:val="hybridMultilevel"/>
    <w:tmpl w:val="C82A90F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4631764C"/>
    <w:multiLevelType w:val="hybridMultilevel"/>
    <w:tmpl w:val="3DB22C0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210C1E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0" w15:restartNumberingAfterBreak="0">
    <w:nsid w:val="5F5920F1"/>
    <w:multiLevelType w:val="hybridMultilevel"/>
    <w:tmpl w:val="76FC0B92"/>
    <w:lvl w:ilvl="0" w:tplc="C4128A0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1" w15:restartNumberingAfterBreak="0">
    <w:nsid w:val="64C7691E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2" w15:restartNumberingAfterBreak="0">
    <w:nsid w:val="67F85ED5"/>
    <w:multiLevelType w:val="singleLevel"/>
    <w:tmpl w:val="0C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3" w15:restartNumberingAfterBreak="0">
    <w:nsid w:val="6B462F76"/>
    <w:multiLevelType w:val="hybridMultilevel"/>
    <w:tmpl w:val="FC140ECE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B9754A4"/>
    <w:multiLevelType w:val="singleLevel"/>
    <w:tmpl w:val="04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5" w15:restartNumberingAfterBreak="0">
    <w:nsid w:val="74901AAB"/>
    <w:multiLevelType w:val="hybridMultilevel"/>
    <w:tmpl w:val="2D86DBBA"/>
    <w:lvl w:ilvl="0" w:tplc="17349784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6" w15:restartNumberingAfterBreak="0">
    <w:nsid w:val="758C4650"/>
    <w:multiLevelType w:val="hybridMultilevel"/>
    <w:tmpl w:val="389E7390"/>
    <w:lvl w:ilvl="0" w:tplc="866662D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9DA6197"/>
    <w:multiLevelType w:val="hybridMultilevel"/>
    <w:tmpl w:val="146E4016"/>
    <w:lvl w:ilvl="0" w:tplc="0C52102E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56284666">
    <w:abstractNumId w:val="17"/>
  </w:num>
  <w:num w:numId="2" w16cid:durableId="754009371">
    <w:abstractNumId w:val="29"/>
  </w:num>
  <w:num w:numId="3" w16cid:durableId="1099061844">
    <w:abstractNumId w:val="11"/>
  </w:num>
  <w:num w:numId="4" w16cid:durableId="117114708">
    <w:abstractNumId w:val="16"/>
  </w:num>
  <w:num w:numId="5" w16cid:durableId="720056275">
    <w:abstractNumId w:val="20"/>
  </w:num>
  <w:num w:numId="6" w16cid:durableId="741483451">
    <w:abstractNumId w:val="25"/>
  </w:num>
  <w:num w:numId="7" w16cid:durableId="1975090735">
    <w:abstractNumId w:val="8"/>
  </w:num>
  <w:num w:numId="8" w16cid:durableId="1197498128">
    <w:abstractNumId w:val="24"/>
  </w:num>
  <w:num w:numId="9" w16cid:durableId="2061124664">
    <w:abstractNumId w:val="32"/>
  </w:num>
  <w:num w:numId="10" w16cid:durableId="1984040596">
    <w:abstractNumId w:val="21"/>
  </w:num>
  <w:num w:numId="11" w16cid:durableId="219679057">
    <w:abstractNumId w:val="14"/>
  </w:num>
  <w:num w:numId="12" w16cid:durableId="1892764107">
    <w:abstractNumId w:val="9"/>
  </w:num>
  <w:num w:numId="13" w16cid:durableId="964429198">
    <w:abstractNumId w:val="18"/>
  </w:num>
  <w:num w:numId="14" w16cid:durableId="1622417276">
    <w:abstractNumId w:val="34"/>
  </w:num>
  <w:num w:numId="15" w16cid:durableId="363211820">
    <w:abstractNumId w:val="31"/>
  </w:num>
  <w:num w:numId="16" w16cid:durableId="766582517">
    <w:abstractNumId w:val="1"/>
  </w:num>
  <w:num w:numId="17" w16cid:durableId="1625844704">
    <w:abstractNumId w:val="22"/>
  </w:num>
  <w:num w:numId="18" w16cid:durableId="257720123">
    <w:abstractNumId w:val="27"/>
  </w:num>
  <w:num w:numId="19" w16cid:durableId="678967936">
    <w:abstractNumId w:val="23"/>
  </w:num>
  <w:num w:numId="20" w16cid:durableId="143472944">
    <w:abstractNumId w:val="0"/>
  </w:num>
  <w:num w:numId="21" w16cid:durableId="1937325264">
    <w:abstractNumId w:val="2"/>
  </w:num>
  <w:num w:numId="22" w16cid:durableId="562326935">
    <w:abstractNumId w:val="7"/>
  </w:num>
  <w:num w:numId="23" w16cid:durableId="1960912067">
    <w:abstractNumId w:val="35"/>
  </w:num>
  <w:num w:numId="24" w16cid:durableId="2116248156">
    <w:abstractNumId w:val="4"/>
  </w:num>
  <w:num w:numId="25" w16cid:durableId="145559790">
    <w:abstractNumId w:val="30"/>
  </w:num>
  <w:num w:numId="26" w16cid:durableId="308025785">
    <w:abstractNumId w:val="10"/>
  </w:num>
  <w:num w:numId="27" w16cid:durableId="869420093">
    <w:abstractNumId w:val="5"/>
  </w:num>
  <w:num w:numId="28" w16cid:durableId="594096935">
    <w:abstractNumId w:val="3"/>
  </w:num>
  <w:num w:numId="29" w16cid:durableId="1858887985">
    <w:abstractNumId w:val="19"/>
  </w:num>
  <w:num w:numId="30" w16cid:durableId="94248455">
    <w:abstractNumId w:val="15"/>
  </w:num>
  <w:num w:numId="31" w16cid:durableId="386493252">
    <w:abstractNumId w:val="33"/>
  </w:num>
  <w:num w:numId="32" w16cid:durableId="2038267081">
    <w:abstractNumId w:val="12"/>
  </w:num>
  <w:num w:numId="33" w16cid:durableId="1805198393">
    <w:abstractNumId w:val="26"/>
  </w:num>
  <w:num w:numId="34" w16cid:durableId="692072143">
    <w:abstractNumId w:val="28"/>
  </w:num>
  <w:num w:numId="35" w16cid:durableId="1117915613">
    <w:abstractNumId w:val="36"/>
  </w:num>
  <w:num w:numId="36" w16cid:durableId="1794060631">
    <w:abstractNumId w:val="13"/>
  </w:num>
  <w:num w:numId="37" w16cid:durableId="676424933">
    <w:abstractNumId w:val="6"/>
  </w:num>
  <w:num w:numId="38" w16cid:durableId="1612711078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attachedTemplate r:id="rId1"/>
  <w:defaultTabStop w:val="720"/>
  <w:hyphenationZone w:val="425"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3F5B"/>
    <w:rsid w:val="00034C1B"/>
    <w:rsid w:val="00052392"/>
    <w:rsid w:val="0009659B"/>
    <w:rsid w:val="000A24FD"/>
    <w:rsid w:val="000B25AE"/>
    <w:rsid w:val="000C061A"/>
    <w:rsid w:val="000C3C90"/>
    <w:rsid w:val="00114A70"/>
    <w:rsid w:val="001173E9"/>
    <w:rsid w:val="001204EE"/>
    <w:rsid w:val="00134673"/>
    <w:rsid w:val="00153A4D"/>
    <w:rsid w:val="001555C6"/>
    <w:rsid w:val="0019051C"/>
    <w:rsid w:val="001D2854"/>
    <w:rsid w:val="001D70AA"/>
    <w:rsid w:val="001D7709"/>
    <w:rsid w:val="001E7182"/>
    <w:rsid w:val="001F11F5"/>
    <w:rsid w:val="001F3C08"/>
    <w:rsid w:val="00200EFC"/>
    <w:rsid w:val="00221A3E"/>
    <w:rsid w:val="00227F22"/>
    <w:rsid w:val="0024176D"/>
    <w:rsid w:val="00242C6E"/>
    <w:rsid w:val="00267A68"/>
    <w:rsid w:val="002947FF"/>
    <w:rsid w:val="002A2D6A"/>
    <w:rsid w:val="002A3499"/>
    <w:rsid w:val="002B15B1"/>
    <w:rsid w:val="002C25BB"/>
    <w:rsid w:val="002C716F"/>
    <w:rsid w:val="003105B1"/>
    <w:rsid w:val="00314C72"/>
    <w:rsid w:val="00315618"/>
    <w:rsid w:val="003603E4"/>
    <w:rsid w:val="0037688F"/>
    <w:rsid w:val="00377ECC"/>
    <w:rsid w:val="00380DA7"/>
    <w:rsid w:val="00384F44"/>
    <w:rsid w:val="003A141E"/>
    <w:rsid w:val="003A7974"/>
    <w:rsid w:val="003B6150"/>
    <w:rsid w:val="003E7D8D"/>
    <w:rsid w:val="00444B4C"/>
    <w:rsid w:val="00455BA8"/>
    <w:rsid w:val="004C33B9"/>
    <w:rsid w:val="004C71F2"/>
    <w:rsid w:val="004E2200"/>
    <w:rsid w:val="00517FDE"/>
    <w:rsid w:val="00523A47"/>
    <w:rsid w:val="00525B64"/>
    <w:rsid w:val="00534F24"/>
    <w:rsid w:val="00554528"/>
    <w:rsid w:val="00574AD4"/>
    <w:rsid w:val="00591704"/>
    <w:rsid w:val="00593697"/>
    <w:rsid w:val="005B262C"/>
    <w:rsid w:val="006058DE"/>
    <w:rsid w:val="0060661A"/>
    <w:rsid w:val="0067608F"/>
    <w:rsid w:val="0069204C"/>
    <w:rsid w:val="006B04FD"/>
    <w:rsid w:val="006B35CA"/>
    <w:rsid w:val="006D689B"/>
    <w:rsid w:val="006E0337"/>
    <w:rsid w:val="00712AE4"/>
    <w:rsid w:val="00742830"/>
    <w:rsid w:val="00765311"/>
    <w:rsid w:val="007724A1"/>
    <w:rsid w:val="00775872"/>
    <w:rsid w:val="007974E3"/>
    <w:rsid w:val="00850DAB"/>
    <w:rsid w:val="008519E1"/>
    <w:rsid w:val="00852C29"/>
    <w:rsid w:val="00856AA7"/>
    <w:rsid w:val="008B0CB0"/>
    <w:rsid w:val="008C639B"/>
    <w:rsid w:val="00905730"/>
    <w:rsid w:val="00936D6F"/>
    <w:rsid w:val="009476FC"/>
    <w:rsid w:val="00980C5C"/>
    <w:rsid w:val="00980DB0"/>
    <w:rsid w:val="009A352B"/>
    <w:rsid w:val="009B08C9"/>
    <w:rsid w:val="009C5224"/>
    <w:rsid w:val="009F5D2C"/>
    <w:rsid w:val="00A062C9"/>
    <w:rsid w:val="00A73B38"/>
    <w:rsid w:val="00A91DFA"/>
    <w:rsid w:val="00AC074F"/>
    <w:rsid w:val="00AD11EE"/>
    <w:rsid w:val="00AE5054"/>
    <w:rsid w:val="00B36DFE"/>
    <w:rsid w:val="00B37ED8"/>
    <w:rsid w:val="00B5521F"/>
    <w:rsid w:val="00BA67F1"/>
    <w:rsid w:val="00BC547B"/>
    <w:rsid w:val="00BE0B5D"/>
    <w:rsid w:val="00BE0BE4"/>
    <w:rsid w:val="00BF1462"/>
    <w:rsid w:val="00C23F5B"/>
    <w:rsid w:val="00C641A3"/>
    <w:rsid w:val="00C65C4A"/>
    <w:rsid w:val="00C90A23"/>
    <w:rsid w:val="00C9147B"/>
    <w:rsid w:val="00C93D45"/>
    <w:rsid w:val="00CB5152"/>
    <w:rsid w:val="00CB6BBE"/>
    <w:rsid w:val="00D13E8B"/>
    <w:rsid w:val="00D24370"/>
    <w:rsid w:val="00D51107"/>
    <w:rsid w:val="00D569B8"/>
    <w:rsid w:val="00D84EEB"/>
    <w:rsid w:val="00DD0D5E"/>
    <w:rsid w:val="00E2260E"/>
    <w:rsid w:val="00E5754A"/>
    <w:rsid w:val="00E70BD4"/>
    <w:rsid w:val="00E8093D"/>
    <w:rsid w:val="00E81AF1"/>
    <w:rsid w:val="00E8223F"/>
    <w:rsid w:val="00E97C24"/>
    <w:rsid w:val="00EA1588"/>
    <w:rsid w:val="00EC0FC1"/>
    <w:rsid w:val="00ED548E"/>
    <w:rsid w:val="00EE2A8F"/>
    <w:rsid w:val="00F04661"/>
    <w:rsid w:val="00F36192"/>
    <w:rsid w:val="00F543DC"/>
    <w:rsid w:val="00F87764"/>
    <w:rsid w:val="00FA0B31"/>
    <w:rsid w:val="00FA75F8"/>
    <w:rsid w:val="00FE4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B4CD5BF"/>
  <w14:defaultImageDpi w14:val="0"/>
  <w15:docId w15:val="{2D7E13F1-BFD3-4B31-B5AE-C0E2AED8D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/>
    <w:lsdException w:name="footer" w:semiHidden="1"/>
    <w:lsdException w:name="caption" w:semiHidden="1" w:uiPriority="35" w:unhideWhenUsed="1" w:qFormat="1"/>
    <w:lsdException w:name="page number" w:semiHidden="1"/>
    <w:lsdException w:name="macro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/>
    <w:lsdException w:name="Body Text" w:semiHidden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2" w:semiHidden="1"/>
    <w:lsdException w:name="Body Text Indent 2" w:semiHidden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0" w:line="240" w:lineRule="auto"/>
    </w:pPr>
    <w:rPr>
      <w:rFonts w:ascii="Times New Roman" w:hAnsi="Times New Roman"/>
      <w:sz w:val="20"/>
      <w:szCs w:val="20"/>
      <w:lang w:eastAsia="en-US"/>
    </w:rPr>
  </w:style>
  <w:style w:type="paragraph" w:styleId="Pealkiri1">
    <w:name w:val="heading 1"/>
    <w:basedOn w:val="Normaallaad"/>
    <w:next w:val="Normaallaad"/>
    <w:link w:val="Pealkiri1Mrk"/>
    <w:uiPriority w:val="99"/>
    <w:qFormat/>
    <w:pPr>
      <w:keepNext/>
      <w:jc w:val="center"/>
      <w:outlineLvl w:val="0"/>
    </w:pPr>
    <w:rPr>
      <w:b/>
      <w:bCs/>
      <w:sz w:val="32"/>
      <w:szCs w:val="32"/>
    </w:rPr>
  </w:style>
  <w:style w:type="paragraph" w:styleId="Pealkiri2">
    <w:name w:val="heading 2"/>
    <w:basedOn w:val="Normaallaad"/>
    <w:next w:val="Normaallaad"/>
    <w:link w:val="Pealkiri2Mrk"/>
    <w:uiPriority w:val="99"/>
    <w:qFormat/>
    <w:pPr>
      <w:keepNext/>
      <w:outlineLvl w:val="1"/>
    </w:pPr>
    <w:rPr>
      <w:sz w:val="24"/>
      <w:szCs w:val="24"/>
    </w:rPr>
  </w:style>
  <w:style w:type="paragraph" w:styleId="Pealkiri3">
    <w:name w:val="heading 3"/>
    <w:basedOn w:val="Normaallaad"/>
    <w:next w:val="Normaallaad"/>
    <w:link w:val="Pealkiri3Mrk"/>
    <w:uiPriority w:val="99"/>
    <w:qFormat/>
    <w:pPr>
      <w:keepNext/>
      <w:jc w:val="both"/>
      <w:outlineLvl w:val="2"/>
    </w:pPr>
    <w:rPr>
      <w:sz w:val="24"/>
      <w:szCs w:val="24"/>
    </w:rPr>
  </w:style>
  <w:style w:type="paragraph" w:styleId="Pealkiri4">
    <w:name w:val="heading 4"/>
    <w:basedOn w:val="Normaallaad"/>
    <w:next w:val="Normaallaad"/>
    <w:link w:val="Pealkiri4Mrk"/>
    <w:uiPriority w:val="99"/>
    <w:qFormat/>
    <w:pPr>
      <w:keepNext/>
      <w:jc w:val="both"/>
      <w:outlineLvl w:val="3"/>
    </w:pPr>
    <w:rPr>
      <w:b/>
      <w:bCs/>
      <w:sz w:val="24"/>
      <w:szCs w:val="24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et-EE" w:eastAsia="x-none"/>
    </w:rPr>
  </w:style>
  <w:style w:type="character" w:customStyle="1" w:styleId="Pealkiri2Mrk">
    <w:name w:val="Pealkiri 2 Märk"/>
    <w:basedOn w:val="Liguvaikefont"/>
    <w:link w:val="Pealkiri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et-EE" w:eastAsia="x-none"/>
    </w:rPr>
  </w:style>
  <w:style w:type="character" w:customStyle="1" w:styleId="Pealkiri3Mrk">
    <w:name w:val="Pealkiri 3 Märk"/>
    <w:basedOn w:val="Liguvaikefont"/>
    <w:link w:val="Pealkiri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et-EE" w:eastAsia="x-none"/>
    </w:rPr>
  </w:style>
  <w:style w:type="character" w:customStyle="1" w:styleId="Pealkiri4Mrk">
    <w:name w:val="Pealkiri 4 Märk"/>
    <w:basedOn w:val="Liguvaikefont"/>
    <w:link w:val="Pealkiri4"/>
    <w:uiPriority w:val="9"/>
    <w:semiHidden/>
    <w:locked/>
    <w:rPr>
      <w:rFonts w:cs="Times New Roman"/>
      <w:b/>
      <w:bCs/>
      <w:sz w:val="28"/>
      <w:szCs w:val="28"/>
      <w:lang w:val="et-EE" w:eastAsia="x-none"/>
    </w:rPr>
  </w:style>
  <w:style w:type="paragraph" w:styleId="Kehatekst">
    <w:name w:val="Body Text"/>
    <w:basedOn w:val="Normaallaad"/>
    <w:link w:val="KehatekstMrk"/>
    <w:uiPriority w:val="99"/>
    <w:pPr>
      <w:jc w:val="both"/>
    </w:pPr>
    <w:rPr>
      <w:sz w:val="24"/>
      <w:szCs w:val="24"/>
    </w:rPr>
  </w:style>
  <w:style w:type="character" w:customStyle="1" w:styleId="KehatekstMrk">
    <w:name w:val="Kehatekst Märk"/>
    <w:basedOn w:val="Liguvaikefont"/>
    <w:link w:val="Kehatekst"/>
    <w:uiPriority w:val="99"/>
    <w:semiHidden/>
    <w:locked/>
    <w:rPr>
      <w:rFonts w:ascii="Times New Roman" w:hAnsi="Times New Roman" w:cs="Times New Roman"/>
      <w:sz w:val="20"/>
      <w:szCs w:val="20"/>
      <w:lang w:val="et-EE" w:eastAsia="x-none"/>
    </w:rPr>
  </w:style>
  <w:style w:type="paragraph" w:styleId="Pis">
    <w:name w:val="header"/>
    <w:basedOn w:val="Normaallaad"/>
    <w:link w:val="PisMrk"/>
    <w:uiPriority w:val="99"/>
    <w:pPr>
      <w:tabs>
        <w:tab w:val="center" w:pos="4153"/>
        <w:tab w:val="right" w:pos="8306"/>
      </w:tabs>
    </w:pPr>
  </w:style>
  <w:style w:type="character" w:customStyle="1" w:styleId="PisMrk">
    <w:name w:val="Päis Märk"/>
    <w:basedOn w:val="Liguvaikefont"/>
    <w:link w:val="Pis"/>
    <w:uiPriority w:val="99"/>
    <w:semiHidden/>
    <w:locked/>
    <w:rPr>
      <w:rFonts w:ascii="Times New Roman" w:hAnsi="Times New Roman" w:cs="Times New Roman"/>
      <w:sz w:val="20"/>
      <w:szCs w:val="20"/>
      <w:lang w:val="et-EE" w:eastAsia="x-none"/>
    </w:rPr>
  </w:style>
  <w:style w:type="character" w:styleId="Lehekljenumber">
    <w:name w:val="page number"/>
    <w:basedOn w:val="Liguvaikefont"/>
    <w:uiPriority w:val="99"/>
    <w:rPr>
      <w:rFonts w:cs="Times New Roman"/>
    </w:rPr>
  </w:style>
  <w:style w:type="paragraph" w:styleId="Jalus">
    <w:name w:val="footer"/>
    <w:basedOn w:val="Normaallaad"/>
    <w:link w:val="JalusMrk"/>
    <w:uiPriority w:val="99"/>
    <w:pPr>
      <w:tabs>
        <w:tab w:val="center" w:pos="4153"/>
        <w:tab w:val="right" w:pos="8306"/>
      </w:tabs>
    </w:pPr>
  </w:style>
  <w:style w:type="character" w:customStyle="1" w:styleId="JalusMrk">
    <w:name w:val="Jalus Märk"/>
    <w:basedOn w:val="Liguvaikefont"/>
    <w:link w:val="Jalus"/>
    <w:uiPriority w:val="99"/>
    <w:locked/>
    <w:rPr>
      <w:rFonts w:ascii="Times New Roman" w:hAnsi="Times New Roman" w:cs="Times New Roman"/>
      <w:sz w:val="20"/>
      <w:szCs w:val="20"/>
      <w:lang w:val="et-EE" w:eastAsia="x-none"/>
    </w:rPr>
  </w:style>
  <w:style w:type="paragraph" w:styleId="Dokumendiplaan">
    <w:name w:val="Document Map"/>
    <w:basedOn w:val="Normaallaad"/>
    <w:link w:val="DokumendiplaanMrk"/>
    <w:uiPriority w:val="99"/>
    <w:pPr>
      <w:shd w:val="clear" w:color="auto" w:fill="000080"/>
    </w:pPr>
    <w:rPr>
      <w:rFonts w:ascii="Tahoma" w:hAnsi="Tahoma" w:cs="Tahoma"/>
    </w:rPr>
  </w:style>
  <w:style w:type="character" w:customStyle="1" w:styleId="DokumendiplaanMrk">
    <w:name w:val="Dokumendiplaan Märk"/>
    <w:basedOn w:val="Liguvaikefont"/>
    <w:link w:val="Dokumendiplaan"/>
    <w:uiPriority w:val="99"/>
    <w:semiHidden/>
    <w:locked/>
    <w:rPr>
      <w:rFonts w:ascii="Tahoma" w:hAnsi="Tahoma" w:cs="Tahoma"/>
      <w:sz w:val="16"/>
      <w:szCs w:val="16"/>
      <w:lang w:val="et-EE" w:eastAsia="x-none"/>
    </w:rPr>
  </w:style>
  <w:style w:type="character" w:styleId="Hperlink">
    <w:name w:val="Hyperlink"/>
    <w:basedOn w:val="Liguvaikefont"/>
    <w:uiPriority w:val="99"/>
    <w:rPr>
      <w:rFonts w:cs="Times New Roman"/>
      <w:color w:val="0000FF"/>
      <w:u w:val="single"/>
    </w:rPr>
  </w:style>
  <w:style w:type="character" w:styleId="Klastatudhperlink">
    <w:name w:val="FollowedHyperlink"/>
    <w:basedOn w:val="Liguvaikefont"/>
    <w:uiPriority w:val="99"/>
    <w:rPr>
      <w:rFonts w:cs="Times New Roman"/>
      <w:color w:val="800080"/>
      <w:u w:val="single"/>
    </w:rPr>
  </w:style>
  <w:style w:type="paragraph" w:styleId="Kehatekst2">
    <w:name w:val="Body Text 2"/>
    <w:basedOn w:val="Normaallaad"/>
    <w:link w:val="Kehatekst2Mrk"/>
    <w:uiPriority w:val="99"/>
    <w:pPr>
      <w:suppressAutoHyphens/>
    </w:pPr>
    <w:rPr>
      <w:sz w:val="22"/>
      <w:szCs w:val="22"/>
      <w:lang w:eastAsia="ar-SA"/>
    </w:rPr>
  </w:style>
  <w:style w:type="character" w:customStyle="1" w:styleId="Kehatekst2Mrk">
    <w:name w:val="Kehatekst 2 Märk"/>
    <w:basedOn w:val="Liguvaikefont"/>
    <w:link w:val="Kehatekst2"/>
    <w:uiPriority w:val="99"/>
    <w:semiHidden/>
    <w:locked/>
    <w:rPr>
      <w:rFonts w:ascii="Times New Roman" w:hAnsi="Times New Roman" w:cs="Times New Roman"/>
      <w:sz w:val="20"/>
      <w:szCs w:val="20"/>
      <w:lang w:val="et-EE" w:eastAsia="x-none"/>
    </w:rPr>
  </w:style>
  <w:style w:type="paragraph" w:styleId="Loend">
    <w:name w:val="List"/>
    <w:basedOn w:val="Kehatekst"/>
    <w:uiPriority w:val="99"/>
    <w:pPr>
      <w:suppressAutoHyphens/>
      <w:spacing w:after="120"/>
      <w:jc w:val="left"/>
    </w:pPr>
    <w:rPr>
      <w:lang w:eastAsia="ar-SA"/>
    </w:rPr>
  </w:style>
  <w:style w:type="paragraph" w:styleId="Taandegakehatekst2">
    <w:name w:val="Body Text Indent 2"/>
    <w:basedOn w:val="Normaallaad"/>
    <w:link w:val="Taandegakehatekst2Mrk"/>
    <w:uiPriority w:val="99"/>
    <w:pPr>
      <w:ind w:left="567"/>
    </w:pPr>
    <w:rPr>
      <w:sz w:val="24"/>
      <w:szCs w:val="24"/>
    </w:rPr>
  </w:style>
  <w:style w:type="character" w:customStyle="1" w:styleId="Taandegakehatekst2Mrk">
    <w:name w:val="Taandega kehatekst 2 Märk"/>
    <w:basedOn w:val="Liguvaikefont"/>
    <w:link w:val="Taandegakehatekst2"/>
    <w:uiPriority w:val="99"/>
    <w:semiHidden/>
    <w:locked/>
    <w:rPr>
      <w:rFonts w:ascii="Times New Roman" w:hAnsi="Times New Roman" w:cs="Times New Roman"/>
      <w:sz w:val="20"/>
      <w:szCs w:val="20"/>
      <w:lang w:val="et-EE" w:eastAsia="x-none"/>
    </w:rPr>
  </w:style>
  <w:style w:type="paragraph" w:customStyle="1" w:styleId="xl24">
    <w:name w:val="xl24"/>
    <w:basedOn w:val="Normaallaad"/>
    <w:uiPriority w:val="99"/>
    <w:pPr>
      <w:spacing w:before="100" w:beforeAutospacing="1" w:after="100" w:afterAutospacing="1"/>
    </w:pPr>
    <w:rPr>
      <w:rFonts w:ascii="Arial" w:hAnsi="Arial" w:cs="Arial"/>
      <w:b/>
      <w:bCs/>
      <w:sz w:val="24"/>
      <w:szCs w:val="24"/>
      <w:lang w:val="en-GB"/>
    </w:rPr>
  </w:style>
  <w:style w:type="paragraph" w:customStyle="1" w:styleId="xl25">
    <w:name w:val="xl25"/>
    <w:basedOn w:val="Normaallaad"/>
    <w:uiPriority w:val="99"/>
    <w:pPr>
      <w:spacing w:before="100" w:beforeAutospacing="1" w:after="100" w:afterAutospacing="1"/>
    </w:pPr>
    <w:rPr>
      <w:rFonts w:ascii="Arial" w:hAnsi="Arial" w:cs="Arial"/>
      <w:b/>
      <w:bCs/>
      <w:sz w:val="24"/>
      <w:szCs w:val="24"/>
      <w:lang w:val="en-GB"/>
    </w:rPr>
  </w:style>
  <w:style w:type="paragraph" w:customStyle="1" w:styleId="xl26">
    <w:name w:val="xl26"/>
    <w:basedOn w:val="Normaallaad"/>
    <w:uiPriority w:val="9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 Unicode MS" w:hAnsi="Arial Unicode MS" w:cs="Arial Unicode MS"/>
      <w:sz w:val="24"/>
      <w:szCs w:val="24"/>
      <w:lang w:val="en-GB"/>
    </w:rPr>
  </w:style>
  <w:style w:type="paragraph" w:customStyle="1" w:styleId="xl27">
    <w:name w:val="xl27"/>
    <w:basedOn w:val="Normaallaad"/>
    <w:uiPriority w:val="9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hAnsi="Arial Unicode MS" w:cs="Arial Unicode MS"/>
      <w:sz w:val="24"/>
      <w:szCs w:val="24"/>
      <w:lang w:val="en-GB"/>
    </w:rPr>
  </w:style>
  <w:style w:type="paragraph" w:customStyle="1" w:styleId="xl28">
    <w:name w:val="xl28"/>
    <w:basedOn w:val="Normaallaad"/>
    <w:uiPriority w:val="9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 Unicode MS" w:hAnsi="Arial Unicode MS" w:cs="Arial Unicode MS"/>
      <w:sz w:val="24"/>
      <w:szCs w:val="24"/>
      <w:lang w:val="en-GB"/>
    </w:rPr>
  </w:style>
  <w:style w:type="paragraph" w:customStyle="1" w:styleId="xl29">
    <w:name w:val="xl29"/>
    <w:basedOn w:val="Normaallaad"/>
    <w:uiPriority w:val="9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 Unicode MS" w:hAnsi="Arial Unicode MS" w:cs="Arial Unicode MS"/>
      <w:sz w:val="24"/>
      <w:szCs w:val="24"/>
      <w:lang w:val="en-GB"/>
    </w:rPr>
  </w:style>
  <w:style w:type="paragraph" w:customStyle="1" w:styleId="xl30">
    <w:name w:val="xl30"/>
    <w:basedOn w:val="Normaallaad"/>
    <w:uiPriority w:val="9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 Unicode MS" w:hAnsi="Arial Unicode MS" w:cs="Arial Unicode MS"/>
      <w:sz w:val="24"/>
      <w:szCs w:val="24"/>
      <w:lang w:val="en-GB"/>
    </w:rPr>
  </w:style>
  <w:style w:type="paragraph" w:customStyle="1" w:styleId="xl31">
    <w:name w:val="xl31"/>
    <w:basedOn w:val="Normaallaad"/>
    <w:uiPriority w:val="99"/>
    <w:pPr>
      <w:spacing w:before="100" w:beforeAutospacing="1" w:after="100" w:afterAutospacing="1"/>
      <w:textAlignment w:val="center"/>
    </w:pPr>
    <w:rPr>
      <w:rFonts w:ascii="Arial Unicode MS" w:hAnsi="Arial Unicode MS" w:cs="Arial Unicode MS"/>
      <w:sz w:val="24"/>
      <w:szCs w:val="24"/>
      <w:lang w:val="en-GB"/>
    </w:rPr>
  </w:style>
  <w:style w:type="paragraph" w:customStyle="1" w:styleId="xl32">
    <w:name w:val="xl32"/>
    <w:basedOn w:val="Normaallaad"/>
    <w:uiPriority w:val="9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 Unicode MS" w:hAnsi="Arial Unicode MS" w:cs="Arial Unicode MS"/>
      <w:sz w:val="24"/>
      <w:szCs w:val="24"/>
      <w:lang w:val="en-GB"/>
    </w:rPr>
  </w:style>
  <w:style w:type="paragraph" w:customStyle="1" w:styleId="xl33">
    <w:name w:val="xl33"/>
    <w:basedOn w:val="Normaallaad"/>
    <w:uiPriority w:val="9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hAnsi="Arial Unicode MS" w:cs="Arial Unicode MS"/>
      <w:sz w:val="24"/>
      <w:szCs w:val="24"/>
      <w:lang w:val="en-GB"/>
    </w:rPr>
  </w:style>
  <w:style w:type="paragraph" w:customStyle="1" w:styleId="xl34">
    <w:name w:val="xl34"/>
    <w:basedOn w:val="Normaallaad"/>
    <w:uiPriority w:val="9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rFonts w:ascii="Arial Unicode MS" w:hAnsi="Arial Unicode MS" w:cs="Arial Unicode MS"/>
      <w:sz w:val="24"/>
      <w:szCs w:val="24"/>
      <w:lang w:val="en-GB"/>
    </w:rPr>
  </w:style>
  <w:style w:type="paragraph" w:customStyle="1" w:styleId="xl35">
    <w:name w:val="xl35"/>
    <w:basedOn w:val="Normaallaad"/>
    <w:uiPriority w:val="99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Arial Unicode MS" w:hAnsi="Arial Unicode MS" w:cs="Arial Unicode MS"/>
      <w:sz w:val="24"/>
      <w:szCs w:val="24"/>
      <w:lang w:val="en-GB"/>
    </w:rPr>
  </w:style>
  <w:style w:type="paragraph" w:customStyle="1" w:styleId="xl36">
    <w:name w:val="xl36"/>
    <w:basedOn w:val="Normaallaad"/>
    <w:uiPriority w:val="9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 Unicode MS" w:hAnsi="Arial Unicode MS" w:cs="Arial Unicode MS"/>
      <w:sz w:val="24"/>
      <w:szCs w:val="24"/>
      <w:lang w:val="en-GB"/>
    </w:rPr>
  </w:style>
  <w:style w:type="paragraph" w:customStyle="1" w:styleId="xl37">
    <w:name w:val="xl37"/>
    <w:basedOn w:val="Normaallaad"/>
    <w:uiPriority w:val="9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 Unicode MS" w:hAnsi="Arial Unicode MS" w:cs="Arial Unicode MS"/>
      <w:sz w:val="24"/>
      <w:szCs w:val="24"/>
      <w:lang w:val="en-GB"/>
    </w:rPr>
  </w:style>
  <w:style w:type="paragraph" w:customStyle="1" w:styleId="xl38">
    <w:name w:val="xl38"/>
    <w:basedOn w:val="Normaallaad"/>
    <w:uiPriority w:val="9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 Unicode MS" w:hAnsi="Arial Unicode MS" w:cs="Arial Unicode MS"/>
      <w:sz w:val="24"/>
      <w:szCs w:val="24"/>
      <w:lang w:val="en-GB"/>
    </w:rPr>
  </w:style>
  <w:style w:type="paragraph" w:customStyle="1" w:styleId="xl39">
    <w:name w:val="xl39"/>
    <w:basedOn w:val="Normaallaad"/>
    <w:uiPriority w:val="9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 Unicode MS" w:hAnsi="Arial Unicode MS" w:cs="Arial Unicode MS"/>
      <w:sz w:val="24"/>
      <w:szCs w:val="24"/>
      <w:lang w:val="en-GB"/>
    </w:rPr>
  </w:style>
  <w:style w:type="paragraph" w:customStyle="1" w:styleId="xl40">
    <w:name w:val="xl40"/>
    <w:basedOn w:val="Normaallaad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hAnsi="Arial Unicode MS" w:cs="Arial Unicode MS"/>
      <w:sz w:val="24"/>
      <w:szCs w:val="24"/>
      <w:lang w:val="en-GB"/>
    </w:rPr>
  </w:style>
  <w:style w:type="paragraph" w:customStyle="1" w:styleId="xl41">
    <w:name w:val="xl41"/>
    <w:basedOn w:val="Normaallaad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hAnsi="Arial Unicode MS" w:cs="Arial Unicode MS"/>
      <w:sz w:val="24"/>
      <w:szCs w:val="24"/>
      <w:lang w:val="en-GB"/>
    </w:rPr>
  </w:style>
  <w:style w:type="paragraph" w:customStyle="1" w:styleId="xl43">
    <w:name w:val="xl43"/>
    <w:basedOn w:val="Normaallaad"/>
    <w:uiPriority w:val="99"/>
    <w:pPr>
      <w:spacing w:before="100" w:beforeAutospacing="1" w:after="100" w:afterAutospacing="1"/>
      <w:jc w:val="right"/>
    </w:pPr>
    <w:rPr>
      <w:rFonts w:ascii="Arial Unicode MS" w:hAnsi="Arial Unicode MS" w:cs="Arial Unicode MS"/>
      <w:sz w:val="24"/>
      <w:szCs w:val="24"/>
      <w:lang w:val="en-GB"/>
    </w:rPr>
  </w:style>
  <w:style w:type="table" w:styleId="Kontuurtabel">
    <w:name w:val="Table Grid"/>
    <w:basedOn w:val="Normaaltabel"/>
    <w:uiPriority w:val="59"/>
    <w:rsid w:val="00EC0F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CB5152"/>
    <w:rPr>
      <w:rFonts w:cs="Times New Roman"/>
      <w:color w:val="605E5C"/>
      <w:shd w:val="clear" w:color="auto" w:fill="E1DFDD"/>
    </w:rPr>
  </w:style>
  <w:style w:type="paragraph" w:styleId="Loendilik">
    <w:name w:val="List Paragraph"/>
    <w:basedOn w:val="Normaallaad"/>
    <w:uiPriority w:val="34"/>
    <w:qFormat/>
    <w:rsid w:val="004C71F2"/>
    <w:pPr>
      <w:ind w:left="720"/>
      <w:contextualSpacing/>
    </w:pPr>
  </w:style>
  <w:style w:type="character" w:styleId="Lahendamatamainimine">
    <w:name w:val="Unresolved Mention"/>
    <w:basedOn w:val="Liguvaikefont"/>
    <w:uiPriority w:val="99"/>
    <w:semiHidden/>
    <w:unhideWhenUsed/>
    <w:rsid w:val="00F877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559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4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8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8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40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1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2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2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2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44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33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31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03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35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27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93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07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6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8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tp.amphora.ee/raplavv2017/index.aspx?o=923&amp;o2=923&amp;itm=798210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rapla.ee/kuusiku-tee-11-rapla-linn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uuli.kaasik\Downloads\LISA_7_Vkiri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93263A-9416-4605-935D-6A9D9DC30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LISA_7_Vkiri (1).dotx</Template>
  <TotalTime>86</TotalTime>
  <Pages>1</Pages>
  <Words>298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 </vt:lpstr>
    </vt:vector>
  </TitlesOfParts>
  <Company>Jüri Legonkov</Company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Tuuli Kaasik</dc:creator>
  <cp:keywords/>
  <dc:description/>
  <cp:lastModifiedBy>Cerly Marko Järvela</cp:lastModifiedBy>
  <cp:revision>5</cp:revision>
  <cp:lastPrinted>2019-07-04T12:48:00Z</cp:lastPrinted>
  <dcterms:created xsi:type="dcterms:W3CDTF">2025-05-08T13:01:00Z</dcterms:created>
  <dcterms:modified xsi:type="dcterms:W3CDTF">2025-12-05T16:46:00Z</dcterms:modified>
</cp:coreProperties>
</file>